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FA74A8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6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FA74A8">
        <w:rPr>
          <w:rFonts w:ascii="Cambria" w:hAnsi="Cambria"/>
          <w:b/>
          <w:sz w:val="20"/>
          <w:szCs w:val="20"/>
        </w:rPr>
        <w:t>„Magazynier z obsługą kas fiskalnych, programów magazynowych, fakturowaniem i obsługą wózków jezdniowych podnośnikowych</w:t>
      </w:r>
      <w:r w:rsidR="00FA74A8" w:rsidRPr="00AD2FAA">
        <w:rPr>
          <w:rFonts w:ascii="Cambria" w:hAnsi="Cambri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  <w:r w:rsidR="00C22C4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550ED0" w:rsidRPr="00550ED0" w:rsidRDefault="00550ED0" w:rsidP="00C22C4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</w:t>
            </w:r>
            <w:r w:rsidR="00C22C41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A461AF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</w:t>
      </w:r>
      <w:r w:rsidR="00D53F6F" w:rsidRPr="00E0321E">
        <w:rPr>
          <w:rFonts w:ascii="Cambria" w:hAnsi="Cambria"/>
          <w:b/>
          <w:sz w:val="20"/>
          <w:szCs w:val="20"/>
        </w:rPr>
        <w:t xml:space="preserve">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</w:t>
      </w:r>
      <w:r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ompetencje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</w:t>
      </w:r>
      <w:r w:rsidR="00FA74A8">
        <w:rPr>
          <w:rFonts w:ascii="Cambria" w:hAnsi="Cambria"/>
          <w:b/>
          <w:bCs/>
          <w:sz w:val="20"/>
          <w:szCs w:val="20"/>
        </w:rPr>
        <w:t>15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A461AF">
        <w:rPr>
          <w:rFonts w:ascii="Cambria" w:hAnsi="Cambria"/>
          <w:b/>
          <w:bCs/>
          <w:sz w:val="20"/>
          <w:szCs w:val="20"/>
        </w:rPr>
        <w:t>0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FA74A8">
        <w:rPr>
          <w:rFonts w:ascii="Cambria" w:hAnsi="Cambria"/>
          <w:b/>
          <w:bCs/>
          <w:sz w:val="20"/>
          <w:szCs w:val="20"/>
        </w:rPr>
        <w:t>15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D37CC6" w:rsidP="00D37CC6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D60739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</w:t>
      </w:r>
      <w:r w:rsidR="00D60739">
        <w:rPr>
          <w:rFonts w:ascii="Cambria" w:hAnsi="Cambria"/>
          <w:i/>
          <w:sz w:val="20"/>
          <w:szCs w:val="20"/>
        </w:rPr>
        <w:tab/>
        <w:t xml:space="preserve">           </w:t>
      </w:r>
      <w:r w:rsidRPr="00550ED0">
        <w:rPr>
          <w:rFonts w:ascii="Cambria" w:hAnsi="Cambria"/>
          <w:i/>
          <w:sz w:val="20"/>
          <w:szCs w:val="20"/>
        </w:rPr>
        <w:t xml:space="preserve">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uprawniającym do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występowania w                                           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  <w:t>obrocie prawnym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lub posiadającej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411D0F">
      <w:headerReference w:type="default" r:id="rId9"/>
      <w:footerReference w:type="default" r:id="rId10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D0F" w:rsidRDefault="00411D0F">
    <w:pPr>
      <w:pStyle w:val="Stopka"/>
    </w:pPr>
    <w:r>
      <w:rPr>
        <w:noProof/>
        <w:lang w:eastAsia="pl-PL"/>
      </w:rPr>
      <w:drawing>
        <wp:inline distT="0" distB="0" distL="0" distR="0" wp14:anchorId="17717E42" wp14:editId="78057461">
          <wp:extent cx="5755640" cy="807085"/>
          <wp:effectExtent l="0" t="0" r="0" b="0"/>
          <wp:docPr id="2" name="Obraz 2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Edyta Kamińska\EFS+\Logotypy FEL 2021-2027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FA74A8">
      <w:rPr>
        <w:rFonts w:ascii="Caliber" w:eastAsia="Calibri" w:hAnsi="Caliber" w:cs="Tahoma"/>
        <w:b/>
        <w:bCs/>
        <w:sz w:val="20"/>
        <w:szCs w:val="20"/>
      </w:rPr>
      <w:t>6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 w:rsidR="00C450D7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11D0F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52163"/>
    <w:rsid w:val="00886554"/>
    <w:rsid w:val="008A270B"/>
    <w:rsid w:val="008C6086"/>
    <w:rsid w:val="008D3FE7"/>
    <w:rsid w:val="008D44BE"/>
    <w:rsid w:val="009522D2"/>
    <w:rsid w:val="00991B77"/>
    <w:rsid w:val="009A62C3"/>
    <w:rsid w:val="009F7903"/>
    <w:rsid w:val="00A461AF"/>
    <w:rsid w:val="00AA5915"/>
    <w:rsid w:val="00AA7B2B"/>
    <w:rsid w:val="00B11386"/>
    <w:rsid w:val="00BA1FD9"/>
    <w:rsid w:val="00BE5C4A"/>
    <w:rsid w:val="00C22C41"/>
    <w:rsid w:val="00C450D7"/>
    <w:rsid w:val="00C57D59"/>
    <w:rsid w:val="00C72214"/>
    <w:rsid w:val="00D37CC6"/>
    <w:rsid w:val="00D53F6F"/>
    <w:rsid w:val="00D60739"/>
    <w:rsid w:val="00D83826"/>
    <w:rsid w:val="00DE6E04"/>
    <w:rsid w:val="00E0321E"/>
    <w:rsid w:val="00E650D4"/>
    <w:rsid w:val="00EA572A"/>
    <w:rsid w:val="00EE4D19"/>
    <w:rsid w:val="00F97C26"/>
    <w:rsid w:val="00FA4C73"/>
    <w:rsid w:val="00FA74A8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80EEF-877E-49C7-A643-EE6D4E72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41B6092</Template>
  <TotalTime>14</TotalTime>
  <Pages>4</Pages>
  <Words>1607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12</cp:revision>
  <cp:lastPrinted>2024-03-06T11:58:00Z</cp:lastPrinted>
  <dcterms:created xsi:type="dcterms:W3CDTF">2025-03-13T11:14:00Z</dcterms:created>
  <dcterms:modified xsi:type="dcterms:W3CDTF">2025-10-07T08:15:00Z</dcterms:modified>
</cp:coreProperties>
</file>